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15" w:rsidRDefault="00146D8C">
      <w:r w:rsidRPr="00146D8C">
        <w:rPr>
          <w:color w:val="auto"/>
          <w:kern w:val="0"/>
          <w:sz w:val="24"/>
          <w:szCs w:val="24"/>
        </w:rPr>
        <w:pict>
          <v:group id="_x0000_s1034" style="position:absolute;margin-left:-83.25pt;margin-top:-83.25pt;width:636.85pt;height:819pt;z-index:251660288" coordorigin="1062990,1051560" coordsize="80883,104013">
            <v:rect id="_x0000_s1035" style="position:absolute;left:1062990;top:1051560;width:80883;height:104013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imagedata r:id="rId5" o:title="cg_camping-border"/>
              <v:shadow color="#ccc"/>
              <v:path o:extrusionok="f"/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065276;top:1054417;width:75438;height:31433;mso-wrap-distance-left:2.88pt;mso-wrap-distance-top:2.88pt;mso-wrap-distance-right:2.88pt;mso-wrap-distance-bottom:2.88pt" fill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BE29AD" w:rsidRPr="00102E1D" w:rsidRDefault="00BE29AD" w:rsidP="007D496E">
                    <w:pPr>
                      <w:widowControl w:val="0"/>
                      <w:jc w:val="center"/>
                      <w:rPr>
                        <w:rFonts w:ascii="Ravie" w:hAnsi="Ravie"/>
                        <w:b/>
                        <w:bCs/>
                        <w:sz w:val="56"/>
                        <w:szCs w:val="56"/>
                      </w:rPr>
                    </w:pPr>
                    <w:r w:rsidRPr="00102E1D">
                      <w:rPr>
                        <w:rFonts w:ascii="Ravie" w:hAnsi="Ravie"/>
                        <w:b/>
                        <w:bCs/>
                        <w:sz w:val="56"/>
                        <w:szCs w:val="56"/>
                      </w:rPr>
                      <w:t>Camp Sky Ranch TTQ</w:t>
                    </w:r>
                  </w:p>
                  <w:p w:rsidR="00BE29AD" w:rsidRPr="00102E1D" w:rsidRDefault="00BE29AD" w:rsidP="00BE29AD">
                    <w:pPr>
                      <w:widowControl w:val="0"/>
                      <w:jc w:val="center"/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</w:pPr>
                    <w:proofErr w:type="spellStart"/>
                    <w:r w:rsidRPr="00102E1D"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  <w:t>Bitey</w:t>
                    </w:r>
                    <w:proofErr w:type="spellEnd"/>
                    <w:r w:rsidRPr="00102E1D"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  <w:t xml:space="preserve"> and Bandit are </w:t>
                    </w:r>
                    <w:proofErr w:type="spellStart"/>
                    <w:r w:rsidRPr="00102E1D"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  <w:t>ferrits</w:t>
                    </w:r>
                    <w:proofErr w:type="spellEnd"/>
                    <w:r w:rsidRPr="00102E1D"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  <w:t>.</w:t>
                    </w:r>
                  </w:p>
                  <w:p w:rsidR="00BE29AD" w:rsidRPr="00102E1D" w:rsidRDefault="00BE29AD" w:rsidP="00BE29AD">
                    <w:pPr>
                      <w:widowControl w:val="0"/>
                      <w:jc w:val="center"/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</w:pPr>
                    <w:proofErr w:type="spellStart"/>
                    <w:r w:rsidRPr="00102E1D"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  <w:t>Bitey</w:t>
                    </w:r>
                    <w:proofErr w:type="spellEnd"/>
                    <w:r w:rsidRPr="00102E1D"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  <w:t xml:space="preserve"> eats 7 boxes of raisins every day.</w:t>
                    </w:r>
                  </w:p>
                  <w:p w:rsidR="00BE29AD" w:rsidRPr="00102E1D" w:rsidRDefault="00BE29AD" w:rsidP="00BE29AD">
                    <w:pPr>
                      <w:widowControl w:val="0"/>
                      <w:jc w:val="center"/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</w:pPr>
                    <w:r w:rsidRPr="00102E1D"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  <w:t>Bandit eats 5 boxes of raisins every day.</w:t>
                    </w:r>
                  </w:p>
                  <w:p w:rsidR="00BE29AD" w:rsidRPr="00102E1D" w:rsidRDefault="00BE29AD" w:rsidP="00BE29AD">
                    <w:pPr>
                      <w:widowControl w:val="0"/>
                      <w:jc w:val="center"/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</w:pPr>
                    <w:r w:rsidRPr="00102E1D"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  <w:t>Each box contains 8 raisins.</w:t>
                    </w:r>
                  </w:p>
                  <w:p w:rsidR="00BE29AD" w:rsidRPr="00102E1D" w:rsidRDefault="00BE29AD" w:rsidP="00BE29AD">
                    <w:pPr>
                      <w:widowControl w:val="0"/>
                      <w:jc w:val="center"/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</w:pPr>
                    <w:r w:rsidRPr="00102E1D">
                      <w:rPr>
                        <w:rFonts w:ascii="Broadway" w:hAnsi="Broadway"/>
                        <w:b/>
                        <w:bCs/>
                        <w:sz w:val="52"/>
                        <w:szCs w:val="52"/>
                      </w:rPr>
                      <w:t xml:space="preserve">They are fed 3 times a day. </w:t>
                    </w:r>
                  </w:p>
                </w:txbxContent>
              </v:textbox>
            </v:shape>
            <v:shape id="_x0000_s1037" type="#_x0000_t202" style="position:absolute;left:1072134;top:1086993;width:68008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BE29AD" w:rsidRPr="00BE29AD" w:rsidRDefault="00BE29AD" w:rsidP="003407DE">
                    <w:pPr>
                      <w:pStyle w:val="ListParagraph"/>
                      <w:widowControl w:val="0"/>
                      <w:numPr>
                        <w:ilvl w:val="0"/>
                        <w:numId w:val="1"/>
                      </w:num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BE29AD">
                      <w:rPr>
                        <w:b/>
                        <w:bCs/>
                        <w:sz w:val="24"/>
                        <w:szCs w:val="24"/>
                      </w:rPr>
                      <w:t xml:space="preserve"> How many raisins does Bandit eat during 1 meal time?</w:t>
                    </w:r>
                  </w:p>
                </w:txbxContent>
              </v:textbox>
            </v:shape>
            <v:shape id="_x0000_s1038" type="#_x0000_t202" style="position:absolute;left:1081278;top:1094422;width:58864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BE29AD" w:rsidRPr="003407DE" w:rsidRDefault="00BE29AD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2. How many raisins does </w:t>
                    </w:r>
                    <w:proofErr w:type="spellStart"/>
                    <w:r>
                      <w:rPr>
                        <w:b/>
                        <w:bCs/>
                        <w:sz w:val="24"/>
                        <w:szCs w:val="24"/>
                      </w:rPr>
                      <w:t>Bitey</w:t>
                    </w:r>
                    <w:proofErr w:type="spellEnd"/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 eat during 1 meal time?</w:t>
                    </w:r>
                  </w:p>
                </w:txbxContent>
              </v:textbox>
            </v:shape>
            <v:shape id="_x0000_s1039" type="#_x0000_t202" style="position:absolute;left:1086993;top:1101852;width:53149;height:742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BE29AD" w:rsidRPr="003407DE" w:rsidRDefault="00BE29AD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3. Approximately how many how many does Bandit eat during 1 meal time?</w:t>
                    </w:r>
                  </w:p>
                </w:txbxContent>
              </v:textbox>
            </v:shape>
            <v:shape id="_x0000_s1040" type="#_x0000_t202" style="position:absolute;left:1089279;top:1109853;width:50292;height:85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BE29AD" w:rsidRPr="003407DE" w:rsidRDefault="00BE29AD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4. How many boxes of raisins does </w:t>
                    </w:r>
                    <w:proofErr w:type="spellStart"/>
                    <w:r>
                      <w:rPr>
                        <w:b/>
                        <w:bCs/>
                        <w:sz w:val="24"/>
                        <w:szCs w:val="24"/>
                      </w:rPr>
                      <w:t>Bitey</w:t>
                    </w:r>
                    <w:proofErr w:type="spellEnd"/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 eat during 5 days?</w:t>
                    </w:r>
                  </w:p>
                </w:txbxContent>
              </v:textbox>
            </v:shape>
            <v:shape id="_x0000_s1041" type="#_x0000_t202" style="position:absolute;left:1108138;top:1118997;width:32004;height:9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BE29AD" w:rsidRPr="003407DE" w:rsidRDefault="00BE29AD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5. </w:t>
                    </w:r>
                    <w:proofErr w:type="spellStart"/>
                    <w:r>
                      <w:rPr>
                        <w:b/>
                        <w:bCs/>
                        <w:sz w:val="24"/>
                        <w:szCs w:val="24"/>
                      </w:rPr>
                      <w:t>Approximetely</w:t>
                    </w:r>
                    <w:proofErr w:type="spellEnd"/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 how many raisins do </w:t>
                    </w:r>
                    <w:proofErr w:type="spellStart"/>
                    <w:r>
                      <w:rPr>
                        <w:b/>
                        <w:bCs/>
                        <w:sz w:val="24"/>
                        <w:szCs w:val="24"/>
                      </w:rPr>
                      <w:t>Bitey</w:t>
                    </w:r>
                    <w:proofErr w:type="spellEnd"/>
                    <w:r>
                      <w:rPr>
                        <w:b/>
                        <w:bCs/>
                        <w:sz w:val="24"/>
                        <w:szCs w:val="24"/>
                      </w:rPr>
                      <w:t xml:space="preserve"> and Bandit eat during 1 meal time?</w:t>
                    </w:r>
                  </w:p>
                </w:txbxContent>
              </v:textbox>
            </v:shape>
            <v:shape id="_x0000_s1042" type="#_x0000_t202" style="position:absolute;left:1111567;top:1130427;width:25718;height:5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BE29AD" w:rsidRDefault="00BE29AD" w:rsidP="007D496E">
                    <w:pPr>
                      <w:widowControl w:val="0"/>
                      <w:jc w:val="center"/>
                      <w:rPr>
                        <w:rFonts w:ascii="Lucida Calligraphy" w:hAnsi="Lucida Calligraphy"/>
                        <w:sz w:val="24"/>
                        <w:szCs w:val="24"/>
                      </w:rPr>
                    </w:pPr>
                    <w:r>
                      <w:rPr>
                        <w:rFonts w:ascii="Lucida Calligraphy" w:hAnsi="Lucida Calligraphy"/>
                        <w:sz w:val="24"/>
                        <w:szCs w:val="24"/>
                      </w:rPr>
                      <w:t xml:space="preserve">Written by: </w:t>
                    </w:r>
                  </w:p>
                  <w:p w:rsidR="00BE29AD" w:rsidRDefault="00BE29AD" w:rsidP="007D496E">
                    <w:pPr>
                      <w:widowControl w:val="0"/>
                      <w:jc w:val="center"/>
                      <w:rPr>
                        <w:rFonts w:ascii="Lucida Calligraphy" w:hAnsi="Lucida Calligraphy"/>
                        <w:sz w:val="24"/>
                        <w:szCs w:val="24"/>
                      </w:rPr>
                    </w:pPr>
                    <w:r>
                      <w:rPr>
                        <w:rFonts w:ascii="Lucida Calligraphy" w:hAnsi="Lucida Calligraphy"/>
                        <w:sz w:val="24"/>
                        <w:szCs w:val="24"/>
                      </w:rPr>
                      <w:t>Maven and Sarah!!</w:t>
                    </w:r>
                  </w:p>
                </w:txbxContent>
              </v:textbox>
            </v:shape>
          </v:group>
        </w:pict>
      </w:r>
      <w:proofErr w:type="spellStart"/>
      <w:r w:rsidR="00BE29AD">
        <w:t>Bitey</w:t>
      </w:r>
      <w:proofErr w:type="spellEnd"/>
      <w:r w:rsidR="00BE29AD">
        <w:t xml:space="preserve"> an</w:t>
      </w:r>
    </w:p>
    <w:sectPr w:rsidR="005A1015" w:rsidSect="005A1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A70"/>
    <w:multiLevelType w:val="hybridMultilevel"/>
    <w:tmpl w:val="DCE248A8"/>
    <w:lvl w:ilvl="0" w:tplc="D71CCC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07DE"/>
    <w:rsid w:val="00102E1D"/>
    <w:rsid w:val="00146D8C"/>
    <w:rsid w:val="003407DE"/>
    <w:rsid w:val="005A1015"/>
    <w:rsid w:val="007D496E"/>
    <w:rsid w:val="009A4486"/>
    <w:rsid w:val="00BE2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Sky Ranch TTQ</Template>
  <TotalTime>1</TotalTime>
  <Pages>1</Pages>
  <Words>1</Words>
  <Characters>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2</cp:revision>
  <cp:lastPrinted>2011-11-07T17:43:00Z</cp:lastPrinted>
  <dcterms:created xsi:type="dcterms:W3CDTF">2011-12-01T19:05:00Z</dcterms:created>
  <dcterms:modified xsi:type="dcterms:W3CDTF">2011-12-01T19:05:00Z</dcterms:modified>
</cp:coreProperties>
</file>